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52014" w14:textId="0023584F" w:rsidR="00DD59E2" w:rsidRDefault="00A6739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8"/>
          <w:sz w:val="27"/>
          <w:szCs w:val="27"/>
        </w:rPr>
        <w:t>令和</w:t>
      </w:r>
      <w:r w:rsidR="00F65E2D">
        <w:rPr>
          <w:rFonts w:ascii="ＭＳ 明朝" w:hAnsi="ＭＳ 明朝" w:hint="eastAsia"/>
          <w:spacing w:val="18"/>
          <w:sz w:val="27"/>
          <w:szCs w:val="27"/>
        </w:rPr>
        <w:t>５</w:t>
      </w:r>
      <w:r w:rsidR="00DD59E2">
        <w:rPr>
          <w:rFonts w:ascii="ＭＳ 明朝" w:hAnsi="ＭＳ 明朝" w:hint="eastAsia"/>
          <w:spacing w:val="18"/>
          <w:sz w:val="27"/>
          <w:szCs w:val="27"/>
        </w:rPr>
        <w:t>年度（第</w:t>
      </w:r>
      <w:r w:rsidR="00282867">
        <w:rPr>
          <w:rFonts w:ascii="ＭＳ 明朝" w:hAnsi="ＭＳ 明朝" w:hint="eastAsia"/>
          <w:spacing w:val="18"/>
          <w:sz w:val="27"/>
          <w:szCs w:val="27"/>
        </w:rPr>
        <w:t>7</w:t>
      </w:r>
      <w:r w:rsidR="00F65E2D">
        <w:rPr>
          <w:rFonts w:ascii="ＭＳ 明朝" w:hAnsi="ＭＳ 明朝" w:hint="eastAsia"/>
          <w:spacing w:val="18"/>
          <w:sz w:val="27"/>
          <w:szCs w:val="27"/>
        </w:rPr>
        <w:t>7</w:t>
      </w:r>
      <w:r w:rsidR="00DD59E2">
        <w:rPr>
          <w:rFonts w:ascii="ＭＳ 明朝" w:hAnsi="ＭＳ 明朝" w:hint="eastAsia"/>
          <w:spacing w:val="18"/>
          <w:sz w:val="27"/>
          <w:szCs w:val="27"/>
        </w:rPr>
        <w:t>回）関東高等学校</w:t>
      </w:r>
      <w:r>
        <w:rPr>
          <w:rFonts w:ascii="ＭＳ 明朝" w:hAnsi="ＭＳ 明朝" w:hint="eastAsia"/>
          <w:spacing w:val="18"/>
          <w:sz w:val="27"/>
          <w:szCs w:val="27"/>
        </w:rPr>
        <w:t>女</w:t>
      </w:r>
      <w:r w:rsidR="00DD59E2">
        <w:rPr>
          <w:rFonts w:ascii="ＭＳ 明朝" w:hAnsi="ＭＳ 明朝" w:hint="eastAsia"/>
          <w:spacing w:val="18"/>
          <w:sz w:val="27"/>
          <w:szCs w:val="27"/>
        </w:rPr>
        <w:t>子バレーボール大会</w:t>
      </w:r>
    </w:p>
    <w:p w14:paraId="35DC8924" w14:textId="77777777" w:rsidR="00DD59E2" w:rsidRPr="00A67392" w:rsidRDefault="00DD59E2">
      <w:pPr>
        <w:pStyle w:val="a3"/>
        <w:rPr>
          <w:spacing w:val="0"/>
        </w:rPr>
      </w:pPr>
    </w:p>
    <w:p w14:paraId="6885F6E1" w14:textId="77777777" w:rsidR="00DD59E2" w:rsidRDefault="00DD59E2">
      <w:pPr>
        <w:pStyle w:val="a3"/>
        <w:spacing w:line="4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8"/>
          <w:sz w:val="42"/>
          <w:szCs w:val="42"/>
        </w:rPr>
        <w:t>プログラムの予約販売について</w:t>
      </w:r>
    </w:p>
    <w:p w14:paraId="765CF68B" w14:textId="77777777" w:rsidR="00DD59E2" w:rsidRDefault="00DD59E2">
      <w:pPr>
        <w:pStyle w:val="a3"/>
        <w:rPr>
          <w:spacing w:val="0"/>
        </w:rPr>
      </w:pPr>
    </w:p>
    <w:p w14:paraId="676B2668" w14:textId="77777777" w:rsidR="00FD6CD3" w:rsidRDefault="00DD59E2" w:rsidP="00FD6CD3">
      <w:pPr>
        <w:pStyle w:val="a3"/>
        <w:tabs>
          <w:tab w:val="left" w:pos="1985"/>
        </w:tabs>
        <w:ind w:left="1842" w:hangingChars="774" w:hanging="1842"/>
        <w:rPr>
          <w:rFonts w:ascii="ＭＳ 明朝" w:hAnsi="ＭＳ 明朝"/>
        </w:rPr>
      </w:pPr>
      <w:r>
        <w:rPr>
          <w:rFonts w:ascii="ＭＳ 明朝" w:hAnsi="ＭＳ 明朝" w:hint="eastAsia"/>
        </w:rPr>
        <w:t>１．</w:t>
      </w:r>
      <w:r w:rsidR="00FD6CD3">
        <w:rPr>
          <w:rFonts w:ascii="ＭＳ 明朝" w:hAnsi="ＭＳ 明朝" w:hint="eastAsia"/>
        </w:rPr>
        <w:t xml:space="preserve">価　　　格　</w:t>
      </w:r>
      <w:r w:rsidR="00FD6CD3">
        <w:rPr>
          <w:rFonts w:ascii="ＭＳ 明朝" w:hAnsi="ＭＳ 明朝" w:hint="eastAsia"/>
        </w:rPr>
        <w:tab/>
        <w:t>１部　１，０００円</w:t>
      </w:r>
      <w:r w:rsidR="005421B5">
        <w:rPr>
          <w:rFonts w:ascii="ＭＳ 明朝" w:hAnsi="ＭＳ 明朝" w:hint="eastAsia"/>
        </w:rPr>
        <w:t xml:space="preserve">　（無料配布は各チーム２部）</w:t>
      </w:r>
    </w:p>
    <w:p w14:paraId="14AD63FD" w14:textId="77777777" w:rsidR="00DD59E2" w:rsidRDefault="00DD59E2">
      <w:pPr>
        <w:pStyle w:val="a3"/>
        <w:rPr>
          <w:spacing w:val="0"/>
        </w:rPr>
      </w:pPr>
    </w:p>
    <w:p w14:paraId="5AE18C38" w14:textId="77777777" w:rsidR="00FD6CD3" w:rsidRDefault="00FD6CD3" w:rsidP="00FD6CD3">
      <w:pPr>
        <w:pStyle w:val="a3"/>
        <w:tabs>
          <w:tab w:val="left" w:pos="1985"/>
        </w:tabs>
        <w:ind w:left="2409" w:hangingChars="1012" w:hanging="240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２．申込み方法　</w:t>
      </w:r>
      <w:r>
        <w:rPr>
          <w:rFonts w:ascii="ＭＳ 明朝" w:hAnsi="ＭＳ 明朝" w:hint="eastAsia"/>
        </w:rPr>
        <w:tab/>
        <w:t>①　下のプログラム予約申込書に必要事項をご記入の上、参加申込書と一緒にお送りください。</w:t>
      </w:r>
    </w:p>
    <w:p w14:paraId="19CD19BC" w14:textId="77777777" w:rsidR="00FD6CD3" w:rsidRPr="00FD6CD3" w:rsidRDefault="00FD6CD3" w:rsidP="00FD6CD3">
      <w:pPr>
        <w:pStyle w:val="a3"/>
        <w:tabs>
          <w:tab w:val="left" w:pos="1985"/>
        </w:tabs>
        <w:ind w:leftChars="945" w:left="2408" w:hangingChars="178" w:hanging="424"/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 w:rsidR="00C43DE7">
        <w:rPr>
          <w:rFonts w:ascii="ＭＳ 明朝" w:hAnsi="ＭＳ 明朝" w:hint="eastAsia"/>
        </w:rPr>
        <w:t>②　代金は、大会参加料と共</w:t>
      </w:r>
      <w:r>
        <w:rPr>
          <w:rFonts w:ascii="ＭＳ 明朝" w:hAnsi="ＭＳ 明朝" w:hint="eastAsia"/>
        </w:rPr>
        <w:t>に下記銀行口座に振り込み、振込証明書のコピーを</w:t>
      </w:r>
      <w:r w:rsidR="005421B5">
        <w:rPr>
          <w:rFonts w:ascii="ＭＳ 明朝" w:hAnsi="ＭＳ 明朝" w:hint="eastAsia"/>
        </w:rPr>
        <w:t>送金明細書の裏面に貼付してください</w:t>
      </w:r>
      <w:r>
        <w:rPr>
          <w:rFonts w:ascii="ＭＳ 明朝" w:hAnsi="ＭＳ 明朝" w:hint="eastAsia"/>
        </w:rPr>
        <w:t>。</w:t>
      </w:r>
    </w:p>
    <w:p w14:paraId="6C610F85" w14:textId="77777777" w:rsidR="00DD59E2" w:rsidRDefault="00DD59E2">
      <w:pPr>
        <w:pStyle w:val="a3"/>
        <w:rPr>
          <w:spacing w:val="0"/>
        </w:rPr>
      </w:pPr>
    </w:p>
    <w:p w14:paraId="629D536E" w14:textId="6829E873" w:rsidR="00733736" w:rsidRDefault="005421B5" w:rsidP="005421B5">
      <w:pPr>
        <w:pStyle w:val="a3"/>
        <w:tabs>
          <w:tab w:val="left" w:pos="1985"/>
        </w:tabs>
        <w:ind w:left="1985" w:hangingChars="834" w:hanging="1985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DD59E2">
        <w:rPr>
          <w:rFonts w:ascii="ＭＳ 明朝" w:hAnsi="ＭＳ 明朝" w:hint="eastAsia"/>
        </w:rPr>
        <w:t>．</w:t>
      </w:r>
      <w:r w:rsidR="00DD59E2" w:rsidRPr="005421B5">
        <w:rPr>
          <w:rFonts w:ascii="ＭＳ 明朝" w:hAnsi="ＭＳ 明朝" w:hint="eastAsia"/>
          <w:spacing w:val="131"/>
          <w:fitText w:val="1155" w:id="880514049"/>
        </w:rPr>
        <w:t>その</w:t>
      </w:r>
      <w:r w:rsidR="00DD59E2" w:rsidRPr="005421B5">
        <w:rPr>
          <w:rFonts w:ascii="ＭＳ 明朝" w:hAnsi="ＭＳ 明朝" w:hint="eastAsia"/>
          <w:spacing w:val="0"/>
          <w:fitText w:val="1155" w:id="880514049"/>
        </w:rPr>
        <w:t>他</w:t>
      </w:r>
      <w:r w:rsidR="00DD59E2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ab/>
      </w:r>
      <w:r w:rsidR="00DD59E2">
        <w:rPr>
          <w:rFonts w:ascii="ＭＳ 明朝" w:hAnsi="ＭＳ 明朝" w:hint="eastAsia"/>
        </w:rPr>
        <w:t>予約されたプログラムは</w:t>
      </w:r>
      <w:r w:rsidR="00776410">
        <w:rPr>
          <w:rFonts w:ascii="ＭＳ 明朝" w:hAnsi="ＭＳ 明朝" w:hint="eastAsia"/>
        </w:rPr>
        <w:t>６</w:t>
      </w:r>
      <w:r w:rsidR="00DD59E2">
        <w:rPr>
          <w:rFonts w:ascii="ＭＳ 明朝" w:hAnsi="ＭＳ 明朝" w:hint="eastAsia"/>
        </w:rPr>
        <w:t>月</w:t>
      </w:r>
      <w:r w:rsidR="00F65E2D">
        <w:rPr>
          <w:rFonts w:ascii="ＭＳ 明朝" w:hAnsi="ＭＳ 明朝" w:hint="eastAsia"/>
        </w:rPr>
        <w:t>２</w:t>
      </w:r>
      <w:r w:rsidR="00DD59E2">
        <w:rPr>
          <w:rFonts w:ascii="ＭＳ 明朝" w:hAnsi="ＭＳ 明朝" w:hint="eastAsia"/>
        </w:rPr>
        <w:t>日（金）</w:t>
      </w:r>
      <w:r w:rsidR="00F65E2D">
        <w:rPr>
          <w:rFonts w:ascii="ＭＳ 明朝" w:hAnsi="ＭＳ 明朝" w:hint="eastAsia"/>
        </w:rPr>
        <w:t>日環アリーナ栃木</w:t>
      </w:r>
      <w:r w:rsidR="00DD59E2">
        <w:rPr>
          <w:rFonts w:ascii="ＭＳ 明朝" w:hAnsi="ＭＳ 明朝" w:hint="eastAsia"/>
        </w:rPr>
        <w:t>で</w:t>
      </w:r>
    </w:p>
    <w:p w14:paraId="48969560" w14:textId="2C7DBC86" w:rsidR="00DD59E2" w:rsidRDefault="00DD59E2" w:rsidP="00733736">
      <w:pPr>
        <w:pStyle w:val="a3"/>
        <w:tabs>
          <w:tab w:val="left" w:pos="1985"/>
        </w:tabs>
        <w:ind w:leftChars="800" w:left="1680" w:firstLineChars="100" w:firstLine="238"/>
        <w:rPr>
          <w:spacing w:val="0"/>
        </w:rPr>
      </w:pPr>
      <w:r>
        <w:rPr>
          <w:rFonts w:ascii="ＭＳ 明朝" w:hAnsi="ＭＳ 明朝" w:hint="eastAsia"/>
        </w:rPr>
        <w:t>チーム受付時（午後</w:t>
      </w:r>
      <w:r w:rsidR="00F65E2D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時</w:t>
      </w:r>
      <w:r w:rsidR="00F65E2D">
        <w:rPr>
          <w:rFonts w:ascii="ＭＳ 明朝" w:hAnsi="ＭＳ 明朝" w:hint="eastAsia"/>
        </w:rPr>
        <w:t>０</w:t>
      </w:r>
      <w:r w:rsidR="003E2A01">
        <w:rPr>
          <w:rFonts w:ascii="ＭＳ 明朝" w:hAnsi="ＭＳ 明朝" w:hint="eastAsia"/>
        </w:rPr>
        <w:t>０分</w:t>
      </w:r>
      <w:r>
        <w:rPr>
          <w:rFonts w:ascii="ＭＳ 明朝" w:hAnsi="ＭＳ 明朝" w:hint="eastAsia"/>
        </w:rPr>
        <w:t>～午後</w:t>
      </w:r>
      <w:r w:rsidR="00F65E2D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時</w:t>
      </w:r>
      <w:r w:rsidR="003E2A01">
        <w:rPr>
          <w:rFonts w:ascii="ＭＳ 明朝" w:hAnsi="ＭＳ 明朝" w:hint="eastAsia"/>
        </w:rPr>
        <w:t>３０分</w:t>
      </w:r>
      <w:r>
        <w:rPr>
          <w:rFonts w:ascii="ＭＳ 明朝" w:hAnsi="ＭＳ 明朝" w:hint="eastAsia"/>
        </w:rPr>
        <w:t>）にお渡し</w:t>
      </w:r>
      <w:r w:rsidR="001034CF">
        <w:rPr>
          <w:rFonts w:ascii="ＭＳ 明朝" w:hAnsi="ＭＳ 明朝" w:hint="eastAsia"/>
        </w:rPr>
        <w:t>致し</w:t>
      </w:r>
      <w:r>
        <w:rPr>
          <w:rFonts w:ascii="ＭＳ 明朝" w:hAnsi="ＭＳ 明朝" w:hint="eastAsia"/>
        </w:rPr>
        <w:t>ます。</w:t>
      </w:r>
    </w:p>
    <w:p w14:paraId="53ED6BBA" w14:textId="77777777" w:rsidR="005421B5" w:rsidRPr="00282867" w:rsidRDefault="005421B5">
      <w:pPr>
        <w:pStyle w:val="a3"/>
        <w:rPr>
          <w:spacing w:val="0"/>
        </w:rPr>
      </w:pPr>
    </w:p>
    <w:p w14:paraId="055B961E" w14:textId="09BCE697" w:rsidR="00065E4B" w:rsidRPr="00065E4B" w:rsidRDefault="005421B5" w:rsidP="002C1181">
      <w:pPr>
        <w:pStyle w:val="a3"/>
        <w:wordWrap/>
        <w:spacing w:line="320" w:lineRule="exact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４</w:t>
      </w:r>
      <w:r w:rsidR="00DD59E2">
        <w:rPr>
          <w:rFonts w:ascii="ＭＳ 明朝" w:hAnsi="ＭＳ 明朝" w:hint="eastAsia"/>
        </w:rPr>
        <w:t>．</w:t>
      </w:r>
      <w:r w:rsidR="00DD59E2" w:rsidRPr="00065E4B">
        <w:rPr>
          <w:rFonts w:ascii="ＭＳ 明朝" w:hAnsi="ＭＳ 明朝" w:hint="eastAsia"/>
          <w:spacing w:val="131"/>
          <w:fitText w:val="1155" w:id="880514304"/>
        </w:rPr>
        <w:t>振込</w:t>
      </w:r>
      <w:r w:rsidR="00DD59E2" w:rsidRPr="00065E4B">
        <w:rPr>
          <w:rFonts w:ascii="ＭＳ 明朝" w:hAnsi="ＭＳ 明朝" w:hint="eastAsia"/>
          <w:spacing w:val="0"/>
          <w:fitText w:val="1155" w:id="880514304"/>
        </w:rPr>
        <w:t>先</w:t>
      </w:r>
      <w:r w:rsidR="002C1181">
        <w:rPr>
          <w:rFonts w:ascii="ＭＳ 明朝" w:hAnsi="ＭＳ 明朝"/>
        </w:rPr>
        <w:tab/>
      </w:r>
      <w:r w:rsidR="00F65E2D">
        <w:rPr>
          <w:rFonts w:ascii="ＭＳ 明朝" w:hAnsi="ＭＳ 明朝" w:cs="ＭＳ Ｐゴシック" w:hint="eastAsia"/>
        </w:rPr>
        <w:t>足利銀行</w:t>
      </w:r>
      <w:r w:rsidR="00065E4B" w:rsidRPr="00065E4B">
        <w:rPr>
          <w:rFonts w:ascii="ＭＳ 明朝" w:hAnsi="ＭＳ 明朝" w:cs="ＭＳ Ｐゴシック" w:hint="eastAsia"/>
        </w:rPr>
        <w:t xml:space="preserve">　　</w:t>
      </w:r>
      <w:r w:rsidR="00F65E2D">
        <w:rPr>
          <w:rFonts w:ascii="ＭＳ 明朝" w:hAnsi="ＭＳ 明朝" w:cs="ＭＳ Ｐゴシック" w:hint="eastAsia"/>
        </w:rPr>
        <w:t>鹿沼東</w:t>
      </w:r>
      <w:r w:rsidR="00065E4B" w:rsidRPr="00065E4B">
        <w:rPr>
          <w:rFonts w:ascii="ＭＳ 明朝" w:hAnsi="ＭＳ 明朝" w:cs="ＭＳ Ｐゴシック" w:hint="eastAsia"/>
        </w:rPr>
        <w:t>支店　　店番号</w:t>
      </w:r>
      <w:r w:rsidR="00F65E2D">
        <w:rPr>
          <w:rFonts w:ascii="ＭＳ 明朝" w:hAnsi="ＭＳ 明朝" w:cs="ＭＳ Ｐゴシック" w:hint="eastAsia"/>
        </w:rPr>
        <w:t>163</w:t>
      </w:r>
    </w:p>
    <w:p w14:paraId="259A9E18" w14:textId="029FB014" w:rsidR="00065E4B" w:rsidRPr="00065E4B" w:rsidRDefault="00065E4B" w:rsidP="002C1181">
      <w:pPr>
        <w:widowControl/>
        <w:spacing w:line="320" w:lineRule="exact"/>
        <w:jc w:val="left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/>
          <w:color w:val="FF0000"/>
          <w:szCs w:val="21"/>
        </w:rPr>
        <w:t xml:space="preserve">               </w:t>
      </w:r>
      <w:r w:rsidR="002C1181">
        <w:rPr>
          <w:rFonts w:ascii="ＭＳ 明朝" w:hAnsi="ＭＳ 明朝"/>
          <w:color w:val="FF0000"/>
          <w:szCs w:val="21"/>
        </w:rPr>
        <w:tab/>
      </w:r>
      <w:r w:rsidRPr="00065E4B">
        <w:rPr>
          <w:rFonts w:ascii="ＭＳ 明朝" w:hAnsi="ＭＳ 明朝" w:cs="ＭＳ Ｐゴシック"/>
          <w:kern w:val="0"/>
          <w:szCs w:val="21"/>
        </w:rPr>
        <w:t>普</w:t>
      </w:r>
      <w:r w:rsidR="002C1181">
        <w:rPr>
          <w:rFonts w:ascii="ＭＳ 明朝" w:hAnsi="ＭＳ 明朝" w:cs="ＭＳ Ｐゴシック" w:hint="eastAsia"/>
          <w:kern w:val="0"/>
          <w:szCs w:val="21"/>
        </w:rPr>
        <w:t xml:space="preserve"> </w:t>
      </w:r>
      <w:r w:rsidR="002C1181">
        <w:rPr>
          <w:rFonts w:ascii="ＭＳ 明朝" w:hAnsi="ＭＳ 明朝" w:cs="ＭＳ Ｐゴシック"/>
          <w:kern w:val="0"/>
          <w:szCs w:val="21"/>
        </w:rPr>
        <w:t xml:space="preserve">    </w:t>
      </w:r>
      <w:r w:rsidRPr="00065E4B">
        <w:rPr>
          <w:rFonts w:ascii="ＭＳ 明朝" w:hAnsi="ＭＳ 明朝" w:cs="ＭＳ Ｐゴシック"/>
          <w:kern w:val="0"/>
          <w:szCs w:val="21"/>
        </w:rPr>
        <w:t>通</w:t>
      </w:r>
      <w:r w:rsidRPr="00065E4B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2C1181">
        <w:rPr>
          <w:rFonts w:ascii="ＭＳ 明朝" w:hAnsi="ＭＳ 明朝" w:cs="ＭＳ Ｐゴシック"/>
          <w:kern w:val="0"/>
          <w:szCs w:val="21"/>
        </w:rPr>
        <w:t xml:space="preserve"> </w:t>
      </w:r>
      <w:r>
        <w:rPr>
          <w:rFonts w:ascii="ＭＳ 明朝" w:hAnsi="ＭＳ 明朝" w:cs="ＭＳ Ｐゴシック" w:hint="eastAsia"/>
          <w:kern w:val="0"/>
          <w:szCs w:val="21"/>
        </w:rPr>
        <w:t xml:space="preserve">口座番号　</w:t>
      </w:r>
      <w:r w:rsidR="00F65E2D">
        <w:rPr>
          <w:rFonts w:ascii="ＭＳ 明朝" w:hAnsi="ＭＳ 明朝" w:cs="ＭＳ Ｐゴシック" w:hint="eastAsia"/>
          <w:kern w:val="0"/>
          <w:szCs w:val="21"/>
        </w:rPr>
        <w:t>５５２３３３１</w:t>
      </w:r>
    </w:p>
    <w:p w14:paraId="6D02FAED" w14:textId="0A26D2DB" w:rsidR="00065E4B" w:rsidRPr="00F65E2D" w:rsidRDefault="00065E4B" w:rsidP="002C1181">
      <w:pPr>
        <w:pStyle w:val="a3"/>
        <w:tabs>
          <w:tab w:val="left" w:pos="1922"/>
        </w:tabs>
        <w:wordWrap/>
        <w:spacing w:line="320" w:lineRule="exact"/>
        <w:rPr>
          <w:rFonts w:ascii="ＭＳ 明朝" w:hAnsi="ＭＳ 明朝"/>
        </w:rPr>
      </w:pPr>
      <w:r w:rsidRPr="00065E4B">
        <w:rPr>
          <w:rFonts w:ascii="ＭＳ 明朝" w:hAnsi="ＭＳ 明朝" w:hint="eastAsia"/>
        </w:rPr>
        <w:t xml:space="preserve">　</w:t>
      </w:r>
      <w:r w:rsidRPr="00065E4B">
        <w:rPr>
          <w:rFonts w:ascii="ＭＳ 明朝" w:hAnsi="ＭＳ 明朝" w:hint="eastAsia"/>
        </w:rPr>
        <w:tab/>
      </w:r>
      <w:r w:rsidR="002C1181">
        <w:rPr>
          <w:rFonts w:ascii="ＭＳ 明朝" w:hAnsi="ＭＳ 明朝"/>
        </w:rPr>
        <w:tab/>
      </w:r>
      <w:r w:rsidRPr="00065E4B">
        <w:rPr>
          <w:rFonts w:ascii="ＭＳ 明朝" w:hAnsi="ＭＳ 明朝" w:hint="eastAsia"/>
        </w:rPr>
        <w:t xml:space="preserve">口 座 名　</w:t>
      </w:r>
      <w:r w:rsidR="002C1181">
        <w:rPr>
          <w:rFonts w:ascii="ＭＳ 明朝" w:hAnsi="ＭＳ 明朝" w:hint="eastAsia"/>
        </w:rPr>
        <w:t xml:space="preserve"> </w:t>
      </w:r>
      <w:r w:rsidR="002C1181">
        <w:rPr>
          <w:rFonts w:ascii="ＭＳ 明朝" w:hAnsi="ＭＳ 明朝"/>
        </w:rPr>
        <w:t xml:space="preserve"> </w:t>
      </w:r>
      <w:r w:rsidR="00F65E2D" w:rsidRPr="002C1181">
        <w:rPr>
          <w:rFonts w:hint="eastAsia"/>
          <w:color w:val="000000"/>
          <w:spacing w:val="8"/>
          <w:w w:val="67"/>
          <w:fitText w:val="5782" w:id="-1276926461"/>
        </w:rPr>
        <w:t>令和５年度関東</w:t>
      </w:r>
      <w:r w:rsidR="00F65E2D" w:rsidRPr="002C1181">
        <w:rPr>
          <w:rFonts w:hint="eastAsia"/>
          <w:color w:val="000000"/>
          <w:spacing w:val="8"/>
          <w:w w:val="79"/>
          <w:fitText w:val="5782" w:id="-1276926461"/>
        </w:rPr>
        <w:t>高等学校</w:t>
      </w:r>
      <w:r w:rsidR="00F65E2D" w:rsidRPr="002C1181">
        <w:rPr>
          <w:rFonts w:hint="eastAsia"/>
          <w:color w:val="000000"/>
          <w:spacing w:val="8"/>
          <w:w w:val="67"/>
          <w:fitText w:val="5782" w:id="-1276926461"/>
        </w:rPr>
        <w:t>女子バレーボール大会栃木県実行委員会</w:t>
      </w:r>
      <w:r w:rsidR="00F65E2D" w:rsidRPr="002C1181">
        <w:rPr>
          <w:rFonts w:hint="eastAsia"/>
          <w:color w:val="000000"/>
          <w:spacing w:val="8"/>
          <w:w w:val="67"/>
          <w:fitText w:val="5782" w:id="-1276926461"/>
        </w:rPr>
        <w:t xml:space="preserve"> </w:t>
      </w:r>
      <w:r w:rsidR="00F65E2D" w:rsidRPr="002C1181">
        <w:rPr>
          <w:rFonts w:hint="eastAsia"/>
          <w:color w:val="000000"/>
          <w:spacing w:val="8"/>
          <w:w w:val="67"/>
          <w:fitText w:val="5782" w:id="-1276926461"/>
        </w:rPr>
        <w:t xml:space="preserve">会計　藤田　</w:t>
      </w:r>
      <w:r w:rsidR="00F65E2D" w:rsidRPr="002C1181">
        <w:rPr>
          <w:rFonts w:hint="eastAsia"/>
          <w:color w:val="000000"/>
          <w:spacing w:val="6"/>
          <w:w w:val="67"/>
          <w:fitText w:val="5782" w:id="-1276926461"/>
        </w:rPr>
        <w:t>直</w:t>
      </w:r>
    </w:p>
    <w:p w14:paraId="26613C01" w14:textId="77777777" w:rsidR="00DD59E2" w:rsidRDefault="00DD59E2">
      <w:pPr>
        <w:pStyle w:val="a3"/>
        <w:rPr>
          <w:spacing w:val="0"/>
        </w:rPr>
      </w:pPr>
    </w:p>
    <w:p w14:paraId="7B47A709" w14:textId="4E03D201" w:rsidR="00282867" w:rsidRDefault="00282867">
      <w:pPr>
        <w:pStyle w:val="a3"/>
        <w:rPr>
          <w:spacing w:val="0"/>
        </w:rPr>
      </w:pPr>
    </w:p>
    <w:p w14:paraId="039C5DCD" w14:textId="77777777" w:rsidR="00F65E2D" w:rsidRDefault="00F65E2D">
      <w:pPr>
        <w:pStyle w:val="a3"/>
        <w:rPr>
          <w:spacing w:val="0"/>
        </w:rPr>
      </w:pPr>
    </w:p>
    <w:p w14:paraId="06DFF8B6" w14:textId="77777777" w:rsidR="00DD59E2" w:rsidRDefault="00BC69BF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BF130C" wp14:editId="3E4AB9EE">
                <wp:simplePos x="0" y="0"/>
                <wp:positionH relativeFrom="column">
                  <wp:posOffset>2647315</wp:posOffset>
                </wp:positionH>
                <wp:positionV relativeFrom="paragraph">
                  <wp:posOffset>218440</wp:posOffset>
                </wp:positionV>
                <wp:extent cx="1000125" cy="24003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D1B71" w14:textId="77777777" w:rsidR="001034CF" w:rsidRPr="00B01CA2" w:rsidRDefault="001034C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01CA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（キリトル）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BF13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8.45pt;margin-top:17.2pt;width:78.75pt;height:18.9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" filled="f" stroked="f">
                <v:textbox style="mso-fit-shape-to-text:t">
                  <w:txbxContent>
                    <w:p w14:paraId="141D1B71" w14:textId="77777777" w:rsidR="001034CF" w:rsidRPr="00B01CA2" w:rsidRDefault="001034CF">
                      <w:pPr>
                        <w:rPr>
                          <w:sz w:val="18"/>
                          <w:szCs w:val="18"/>
                        </w:rPr>
                      </w:pPr>
                      <w:r w:rsidRPr="00B01CA2">
                        <w:rPr>
                          <w:rFonts w:hint="eastAsia"/>
                          <w:sz w:val="18"/>
                          <w:szCs w:val="18"/>
                        </w:rPr>
                        <w:t>（キリトル）</w:t>
                      </w:r>
                    </w:p>
                  </w:txbxContent>
                </v:textbox>
              </v:shape>
            </w:pict>
          </mc:Fallback>
        </mc:AlternateContent>
      </w:r>
    </w:p>
    <w:p w14:paraId="59551C15" w14:textId="77777777" w:rsidR="00DD59E2" w:rsidRDefault="00BC69BF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CBC1FE" wp14:editId="4ADE01A4">
                <wp:simplePos x="0" y="0"/>
                <wp:positionH relativeFrom="column">
                  <wp:posOffset>10160</wp:posOffset>
                </wp:positionH>
                <wp:positionV relativeFrom="paragraph">
                  <wp:posOffset>180340</wp:posOffset>
                </wp:positionV>
                <wp:extent cx="6045200" cy="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6F2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.8pt;margin-top:14.2pt;width:47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">
                <v:stroke dashstyle="dash"/>
              </v:shape>
            </w:pict>
          </mc:Fallback>
        </mc:AlternateContent>
      </w:r>
    </w:p>
    <w:p w14:paraId="312333C9" w14:textId="77777777" w:rsidR="00DD59E2" w:rsidRDefault="00DD59E2">
      <w:pPr>
        <w:pStyle w:val="a3"/>
        <w:jc w:val="center"/>
        <w:rPr>
          <w:spacing w:val="0"/>
        </w:rPr>
      </w:pPr>
    </w:p>
    <w:p w14:paraId="2E867DE9" w14:textId="75BE31EC" w:rsidR="00DD59E2" w:rsidRDefault="00A6739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令和</w:t>
      </w:r>
      <w:r w:rsidR="00F65E2D">
        <w:rPr>
          <w:rFonts w:ascii="ＭＳ 明朝" w:hAnsi="ＭＳ 明朝" w:hint="eastAsia"/>
        </w:rPr>
        <w:t>５</w:t>
      </w:r>
      <w:r w:rsidR="00DD59E2">
        <w:rPr>
          <w:rFonts w:ascii="ＭＳ 明朝" w:hAnsi="ＭＳ 明朝" w:hint="eastAsia"/>
        </w:rPr>
        <w:t>年度（第</w:t>
      </w:r>
      <w:r w:rsidR="00065E4B">
        <w:rPr>
          <w:rFonts w:ascii="ＭＳ 明朝" w:hAnsi="ＭＳ 明朝" w:hint="eastAsia"/>
        </w:rPr>
        <w:t>7</w:t>
      </w:r>
      <w:r w:rsidR="00F65E2D">
        <w:rPr>
          <w:rFonts w:ascii="ＭＳ 明朝" w:hAnsi="ＭＳ 明朝" w:hint="eastAsia"/>
        </w:rPr>
        <w:t>7</w:t>
      </w:r>
      <w:r w:rsidR="00DD59E2">
        <w:rPr>
          <w:rFonts w:ascii="ＭＳ 明朝" w:hAnsi="ＭＳ 明朝" w:hint="eastAsia"/>
        </w:rPr>
        <w:t>回）関東高等学校</w:t>
      </w:r>
      <w:r>
        <w:rPr>
          <w:rFonts w:ascii="ＭＳ 明朝" w:hAnsi="ＭＳ 明朝" w:hint="eastAsia"/>
        </w:rPr>
        <w:t>女</w:t>
      </w:r>
      <w:r w:rsidR="00DD59E2">
        <w:rPr>
          <w:rFonts w:ascii="ＭＳ 明朝" w:hAnsi="ＭＳ 明朝" w:hint="eastAsia"/>
        </w:rPr>
        <w:t>子バレーボール大会</w:t>
      </w:r>
    </w:p>
    <w:p w14:paraId="78992FF4" w14:textId="77777777" w:rsidR="00DD59E2" w:rsidRPr="00CB21C0" w:rsidRDefault="00DD59E2">
      <w:pPr>
        <w:pStyle w:val="a3"/>
        <w:rPr>
          <w:spacing w:val="0"/>
        </w:rPr>
      </w:pPr>
    </w:p>
    <w:p w14:paraId="27D19B74" w14:textId="77777777" w:rsidR="00DD59E2" w:rsidRDefault="00DD59E2">
      <w:pPr>
        <w:pStyle w:val="a3"/>
        <w:spacing w:line="4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8"/>
          <w:sz w:val="42"/>
          <w:szCs w:val="42"/>
        </w:rPr>
        <w:t>プログラム予約申込書</w:t>
      </w:r>
    </w:p>
    <w:p w14:paraId="2F4575B4" w14:textId="77777777" w:rsidR="00DD59E2" w:rsidRDefault="00DD59E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440"/>
      </w:tblGrid>
      <w:tr w:rsidR="00DD59E2" w:rsidRPr="0041373C" w14:paraId="77EB5EE3" w14:textId="77777777">
        <w:trPr>
          <w:trHeight w:hRule="exact" w:val="1512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3596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</w:p>
          <w:p w14:paraId="0D318201" w14:textId="77777777" w:rsidR="00DD59E2" w:rsidRDefault="00DD59E2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 </w:t>
            </w:r>
            <w:r w:rsidRPr="00000295">
              <w:rPr>
                <w:rFonts w:ascii="ＭＳ 明朝" w:hAnsi="ＭＳ 明朝" w:hint="eastAsia"/>
                <w:spacing w:val="202"/>
                <w:fitText w:val="1440" w:id="-734395392"/>
              </w:rPr>
              <w:t>学校</w:t>
            </w:r>
            <w:r w:rsidRPr="00000295">
              <w:rPr>
                <w:rFonts w:ascii="ＭＳ 明朝" w:hAnsi="ＭＳ 明朝" w:hint="eastAsia"/>
                <w:spacing w:val="1"/>
                <w:fitText w:val="1440" w:id="-734395392"/>
              </w:rPr>
              <w:t>名</w:t>
            </w:r>
          </w:p>
        </w:tc>
        <w:tc>
          <w:tcPr>
            <w:tcW w:w="7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5510EB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（　　　　　　　）都県</w:t>
            </w:r>
          </w:p>
          <w:p w14:paraId="3D76D5D2" w14:textId="77777777" w:rsidR="00DD59E2" w:rsidRDefault="00DD59E2">
            <w:pPr>
              <w:pStyle w:val="a3"/>
              <w:rPr>
                <w:spacing w:val="0"/>
              </w:rPr>
            </w:pPr>
          </w:p>
          <w:p w14:paraId="12F5B9F3" w14:textId="77777777" w:rsidR="00DD59E2" w:rsidRDefault="00DD59E2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　　</w:t>
            </w:r>
            <w:r>
              <w:rPr>
                <w:rFonts w:eastAsia="Times New Roman" w:cs="Times New Roman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　　）高等学校</w:t>
            </w:r>
          </w:p>
        </w:tc>
      </w:tr>
      <w:tr w:rsidR="00DD59E2" w:rsidRPr="0041373C" w14:paraId="5DCA6237" w14:textId="77777777">
        <w:trPr>
          <w:trHeight w:hRule="exact" w:val="758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32D6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 </w:t>
            </w:r>
            <w:r w:rsidRPr="00000295">
              <w:rPr>
                <w:rFonts w:ascii="ＭＳ 明朝" w:hAnsi="ＭＳ 明朝" w:hint="eastAsia"/>
                <w:spacing w:val="49"/>
                <w:fitText w:val="1440" w:id="-734395391"/>
              </w:rPr>
              <w:t>申込責任</w:t>
            </w:r>
            <w:r w:rsidRPr="00000295">
              <w:rPr>
                <w:rFonts w:ascii="ＭＳ 明朝" w:hAnsi="ＭＳ 明朝" w:hint="eastAsia"/>
                <w:spacing w:val="0"/>
                <w:fitText w:val="1440" w:id="-734395391"/>
              </w:rPr>
              <w:t>者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3F05B3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eastAsia="Times New Roman" w:cs="Times New Roman"/>
                <w:spacing w:val="7"/>
              </w:rPr>
              <w:t xml:space="preserve">                                       </w:t>
            </w:r>
            <w:r>
              <w:rPr>
                <w:rFonts w:ascii="ＭＳ 明朝" w:hAnsi="ＭＳ 明朝" w:hint="eastAsia"/>
              </w:rPr>
              <w:t>印</w:t>
            </w:r>
          </w:p>
        </w:tc>
      </w:tr>
      <w:tr w:rsidR="00DD59E2" w:rsidRPr="0041373C" w14:paraId="4271861E" w14:textId="77777777">
        <w:trPr>
          <w:trHeight w:hRule="exact" w:val="760"/>
        </w:trPr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CF0B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 </w:t>
            </w:r>
            <w:r w:rsidRPr="00000295">
              <w:rPr>
                <w:rFonts w:ascii="ＭＳ 明朝" w:hAnsi="ＭＳ 明朝" w:hint="eastAsia"/>
                <w:spacing w:val="100"/>
                <w:fitText w:val="1440" w:id="-734395390"/>
              </w:rPr>
              <w:t>申込部</w:t>
            </w:r>
            <w:r w:rsidRPr="00000295">
              <w:rPr>
                <w:rFonts w:ascii="ＭＳ 明朝" w:hAnsi="ＭＳ 明朝" w:hint="eastAsia"/>
                <w:spacing w:val="0"/>
                <w:fitText w:val="1440" w:id="-734395390"/>
              </w:rPr>
              <w:t>数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E1A486" w14:textId="77777777" w:rsidR="00DD59E2" w:rsidRDefault="00DD59E2">
            <w:pPr>
              <w:pStyle w:val="a3"/>
              <w:spacing w:before="275"/>
              <w:rPr>
                <w:spacing w:val="0"/>
              </w:rPr>
            </w:pPr>
            <w:r>
              <w:rPr>
                <w:rFonts w:eastAsia="Times New Roman" w:cs="Times New Roman"/>
                <w:spacing w:val="7"/>
              </w:rPr>
              <w:t xml:space="preserve">     </w:t>
            </w:r>
            <w:r>
              <w:rPr>
                <w:rFonts w:ascii="ＭＳ 明朝" w:hAnsi="ＭＳ 明朝" w:hint="eastAsia"/>
              </w:rPr>
              <w:t>１，０００円</w:t>
            </w:r>
            <w:r>
              <w:rPr>
                <w:rFonts w:eastAsia="Times New Roman" w:cs="Times New Roman"/>
                <w:spacing w:val="7"/>
              </w:rPr>
              <w:t xml:space="preserve">  </w:t>
            </w:r>
            <w:r>
              <w:rPr>
                <w:rFonts w:ascii="ＭＳ Ｐゴシック" w:eastAsia="ＭＳ Ｐゴシック" w:hAnsi="ＭＳ Ｐゴシック" w:cs="ＭＳ Ｐゴシック" w:hint="eastAsia"/>
              </w:rPr>
              <w:t>×</w:t>
            </w:r>
            <w:r>
              <w:rPr>
                <w:rFonts w:eastAsia="Times New Roman" w:cs="Times New Roman"/>
                <w:spacing w:val="7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　　　部　</w:t>
            </w:r>
            <w:r>
              <w:rPr>
                <w:rFonts w:ascii="ＭＳ Ｐゴシック" w:eastAsia="ＭＳ Ｐゴシック" w:hAnsi="ＭＳ Ｐゴシック" w:cs="ＭＳ Ｐゴシック" w:hint="eastAsia"/>
              </w:rPr>
              <w:t>＝</w:t>
            </w:r>
            <w:r>
              <w:rPr>
                <w:rFonts w:eastAsia="Times New Roman" w:cs="Times New Roman"/>
                <w:spacing w:val="7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</w:tbl>
    <w:p w14:paraId="1832F3C9" w14:textId="77777777" w:rsidR="00DD59E2" w:rsidRDefault="00DD59E2">
      <w:pPr>
        <w:pStyle w:val="a3"/>
        <w:spacing w:line="275" w:lineRule="exact"/>
        <w:rPr>
          <w:spacing w:val="0"/>
        </w:rPr>
      </w:pPr>
    </w:p>
    <w:sectPr w:rsidR="00DD59E2" w:rsidSect="00DD59E2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A28D" w14:textId="77777777" w:rsidR="00AC25FD" w:rsidRDefault="00AC25FD" w:rsidP="00000295">
      <w:r>
        <w:separator/>
      </w:r>
    </w:p>
  </w:endnote>
  <w:endnote w:type="continuationSeparator" w:id="0">
    <w:p w14:paraId="51ACB69A" w14:textId="77777777" w:rsidR="00AC25FD" w:rsidRDefault="00AC25FD" w:rsidP="0000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DEA6" w14:textId="77777777" w:rsidR="00AC25FD" w:rsidRDefault="00AC25FD" w:rsidP="00000295">
      <w:r>
        <w:separator/>
      </w:r>
    </w:p>
  </w:footnote>
  <w:footnote w:type="continuationSeparator" w:id="0">
    <w:p w14:paraId="0A36285E" w14:textId="77777777" w:rsidR="00AC25FD" w:rsidRDefault="00AC25FD" w:rsidP="00000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9E2"/>
    <w:rsid w:val="00000295"/>
    <w:rsid w:val="00065E4B"/>
    <w:rsid w:val="000E1CF0"/>
    <w:rsid w:val="001034CF"/>
    <w:rsid w:val="001112CA"/>
    <w:rsid w:val="00192290"/>
    <w:rsid w:val="001C181E"/>
    <w:rsid w:val="00220EFA"/>
    <w:rsid w:val="00282867"/>
    <w:rsid w:val="002C1181"/>
    <w:rsid w:val="003546AA"/>
    <w:rsid w:val="003E2A01"/>
    <w:rsid w:val="0041373C"/>
    <w:rsid w:val="004676D7"/>
    <w:rsid w:val="005421B5"/>
    <w:rsid w:val="00580F74"/>
    <w:rsid w:val="005B7AFE"/>
    <w:rsid w:val="006508CF"/>
    <w:rsid w:val="00676375"/>
    <w:rsid w:val="00697E5D"/>
    <w:rsid w:val="00733736"/>
    <w:rsid w:val="00741B50"/>
    <w:rsid w:val="00776410"/>
    <w:rsid w:val="007E34CC"/>
    <w:rsid w:val="007F689B"/>
    <w:rsid w:val="00852D36"/>
    <w:rsid w:val="00865AA7"/>
    <w:rsid w:val="009101AB"/>
    <w:rsid w:val="0094622B"/>
    <w:rsid w:val="009D20EE"/>
    <w:rsid w:val="00A10AC9"/>
    <w:rsid w:val="00A45D76"/>
    <w:rsid w:val="00A66789"/>
    <w:rsid w:val="00A67392"/>
    <w:rsid w:val="00AA71CB"/>
    <w:rsid w:val="00AC25FD"/>
    <w:rsid w:val="00B01CA2"/>
    <w:rsid w:val="00BB6A28"/>
    <w:rsid w:val="00BC69BF"/>
    <w:rsid w:val="00C43DE7"/>
    <w:rsid w:val="00C85107"/>
    <w:rsid w:val="00CB21C0"/>
    <w:rsid w:val="00CF6416"/>
    <w:rsid w:val="00DC5309"/>
    <w:rsid w:val="00DD59E2"/>
    <w:rsid w:val="00E213DB"/>
    <w:rsid w:val="00E846E5"/>
    <w:rsid w:val="00EA302B"/>
    <w:rsid w:val="00EF29A6"/>
    <w:rsid w:val="00F65E2D"/>
    <w:rsid w:val="00FD6CD3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CE7285"/>
  <w15:chartTrackingRefBased/>
  <w15:docId w15:val="{64398086-FB16-4FAF-B73D-E77FC38C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002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0295"/>
  </w:style>
  <w:style w:type="paragraph" w:styleId="a6">
    <w:name w:val="footer"/>
    <w:basedOn w:val="a"/>
    <w:link w:val="a7"/>
    <w:uiPriority w:val="99"/>
    <w:unhideWhenUsed/>
    <w:rsid w:val="000002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0295"/>
  </w:style>
  <w:style w:type="paragraph" w:styleId="a8">
    <w:name w:val="Balloon Text"/>
    <w:basedOn w:val="a"/>
    <w:link w:val="a9"/>
    <w:uiPriority w:val="99"/>
    <w:semiHidden/>
    <w:unhideWhenUsed/>
    <w:rsid w:val="006763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763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kuchi\Desktop\R4&#26481;&#20140;&#20986;&#22580;&#26657;&#12480;&#12454;&#12531;&#12525;&#12540;&#12489;&#26360;&#39006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9</TotalTime>
  <Pages>1</Pages>
  <Words>368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埼玉県教育委員会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</dc:creator>
  <cp:keywords/>
  <cp:lastModifiedBy>齊藤 一志</cp:lastModifiedBy>
  <cp:revision>6</cp:revision>
  <cp:lastPrinted>2016-03-15T03:51:00Z</cp:lastPrinted>
  <dcterms:created xsi:type="dcterms:W3CDTF">2022-03-17T22:21:00Z</dcterms:created>
  <dcterms:modified xsi:type="dcterms:W3CDTF">2023-04-23T05:45:00Z</dcterms:modified>
</cp:coreProperties>
</file>